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36A" w:rsidRDefault="00975174" w:rsidP="00343032">
      <w:pPr>
        <w:pStyle w:val="LabTitle"/>
        <w:rPr>
          <w:rStyle w:val="LabTitleInstVersred"/>
          <w:b/>
          <w:lang w:val="pl-PL"/>
          <w:rFonts/>
        </w:rPr>
      </w:pPr>
      <w:r>
        <w:rPr>
          <w:lang w:val="pl-PL"/>
          <w:rFonts/>
        </w:rPr>
        <w:t xml:space="preserve">Ćwiczenie – Utwórz kopię zapasową swoich danych w pamięci zewnętrznej</w:t>
      </w:r>
      <w:r>
        <w:rPr>
          <w:rStyle w:val="LabTitleInstVersred"/>
          <w:lang w:val="pl-PL"/>
          <w:rFonts/>
        </w:rPr>
        <w:t xml:space="preserve"> (Wersja dla nauczyciela)</w:t>
      </w:r>
    </w:p>
    <w:p w:rsidR="00484105" w:rsidRDefault="00484105" w:rsidP="00484105">
      <w:pPr>
        <w:pStyle w:val="InstNoteRed"/>
      </w:pPr>
      <w:r>
        <w:rPr>
          <w:b w:val="true"/>
          <w:lang w:val="pl-PL"/>
          <w:rFonts/>
        </w:rPr>
        <w:t xml:space="preserve">Informacja dla instruktora</w:t>
      </w:r>
      <w:r w:rsidRPr="001C05A1">
        <w:rPr>
          <w:lang w:val="pl-PL"/>
          <w:rFonts/>
        </w:rPr>
        <w:t xml:space="preserve">: Fragmenty tekstu oznaczone czcionką czerwoną lub podświetlone na szaro są dostępne wyłącznie w wersji dokumentu dla instruktora.</w:t>
      </w:r>
    </w:p>
    <w:p w:rsidR="009D2C27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Zadania</w:t>
      </w:r>
    </w:p>
    <w:p w:rsidR="0002636A" w:rsidRDefault="00776EFD" w:rsidP="00C26833">
      <w:pPr>
        <w:pStyle w:val="BodyTextL25"/>
      </w:pPr>
      <w:r>
        <w:rPr>
          <w:lang w:val="pl-PL"/>
          <w:rFonts/>
        </w:rPr>
        <w:t xml:space="preserve">Twórz kopie zapasowe danych</w:t>
      </w:r>
    </w:p>
    <w:p w:rsidR="0085531D" w:rsidRDefault="0085531D" w:rsidP="0085531D">
      <w:pPr>
        <w:pStyle w:val="BodyTextL25Bold"/>
      </w:pPr>
      <w:r>
        <w:rPr>
          <w:lang w:val="pl-PL"/>
          <w:rFonts/>
        </w:rPr>
        <w:t xml:space="preserve">Część 1: Użyj lokalnego dysku zewnętrznego do stworzenia kopii zapasowych danych</w:t>
      </w:r>
    </w:p>
    <w:p w:rsidR="003B46E1" w:rsidRPr="0002636A" w:rsidRDefault="003B46E1" w:rsidP="0085531D">
      <w:pPr>
        <w:pStyle w:val="BodyTextL25Bold"/>
      </w:pPr>
      <w:r>
        <w:rPr>
          <w:lang w:val="pl-PL"/>
          <w:rFonts/>
        </w:rPr>
        <w:t xml:space="preserve">Część 2: Użyj dysku przenośnego do tworzenia kopii zapasowych danych</w:t>
      </w:r>
    </w:p>
    <w:p w:rsidR="00C07FD9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Wprowadzenie</w:t>
      </w:r>
    </w:p>
    <w:p w:rsidR="00776EFD" w:rsidRDefault="00776EFD" w:rsidP="00776EFD">
      <w:pPr>
        <w:pStyle w:val="BodyTextL25"/>
      </w:pPr>
      <w:r>
        <w:rPr>
          <w:lang w:val="pl-PL"/>
          <w:rFonts/>
        </w:rPr>
        <w:t xml:space="preserve">Ważną sprawą jest ustalenie strategii wykonywania kopii zapasowych, która pozwala na odzyskiwanie osobistych plików.</w:t>
      </w:r>
    </w:p>
    <w:p w:rsidR="00737EEE" w:rsidRDefault="00776EFD" w:rsidP="00776EFD">
      <w:pPr>
        <w:pStyle w:val="BodyTextL25"/>
      </w:pPr>
      <w:r>
        <w:rPr>
          <w:lang w:val="pl-PL"/>
          <w:rFonts/>
        </w:rPr>
        <w:t xml:space="preserve">Dostępnych jest wiele narzędzi do tworzenia kopii zapasowych, niniejsze ćwiczenie skupia się na narzędziu „Microsoft Backup Utility" w celu wykonania kopii zapasowych na lokalnych dyskach zewnętrznych.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drugiej części ćwiczenia skorzystamy z usługi „Dropbox" do stworzenia kopii zapasowych danych na dysku przenośnym lub w chmurze.</w:t>
      </w:r>
    </w:p>
    <w:p w:rsidR="007D2AFE" w:rsidRDefault="007D2AFE" w:rsidP="00216DDE">
      <w:pPr>
        <w:pStyle w:val="LabSection"/>
        <w:outlineLvl w:val="0"/>
      </w:pPr>
      <w:r>
        <w:rPr>
          <w:lang w:val="pl-PL"/>
          <w:rFonts/>
        </w:rPr>
        <w:t xml:space="preserve">Wymagane zasoby</w:t>
      </w:r>
      <w:r>
        <w:rPr>
          <w:lang w:val="pl-PL"/>
          <w:rFonts/>
        </w:rPr>
        <w:t xml:space="preserve"> </w:t>
      </w:r>
    </w:p>
    <w:p w:rsidR="0002636A" w:rsidRDefault="007B5099" w:rsidP="0002636A">
      <w:pPr>
        <w:pStyle w:val="Bulletlevel1"/>
      </w:pPr>
      <w:r>
        <w:rPr>
          <w:lang w:val="pl-PL"/>
          <w:rFonts/>
        </w:rPr>
        <w:t xml:space="preserve">Komputer lub urządzenie mobilne z dostępem do Internetu</w:t>
      </w:r>
    </w:p>
    <w:p w:rsidR="0002636A" w:rsidRDefault="00776EFD" w:rsidP="0002636A">
      <w:pPr>
        <w:pStyle w:val="PartHead"/>
      </w:pPr>
      <w:r>
        <w:rPr>
          <w:lang w:val="pl-PL"/>
          <w:rFonts/>
        </w:rPr>
        <w:t xml:space="preserve">Tworzenie kopii zapasowej na lokalnym dysku zewnętrznym</w:t>
      </w:r>
    </w:p>
    <w:p w:rsidR="00776EFD" w:rsidRDefault="00776EFD" w:rsidP="00776EFD">
      <w:pPr>
        <w:pStyle w:val="StepHead"/>
      </w:pPr>
      <w:r>
        <w:rPr>
          <w:lang w:val="pl-PL"/>
          <w:rFonts/>
        </w:rPr>
        <w:t xml:space="preserve">Pierwsze kroki z narzędziami do tworzenia kopii zapasowych w systemie Windows</w:t>
      </w:r>
    </w:p>
    <w:p w:rsidR="00776EFD" w:rsidRDefault="00776EFD" w:rsidP="00776EFD">
      <w:pPr>
        <w:pStyle w:val="BodyTextL25"/>
      </w:pPr>
      <w:r>
        <w:rPr>
          <w:lang w:val="pl-PL"/>
          <w:rFonts/>
        </w:rPr>
        <w:t xml:space="preserve">Sposób używania komputera wraz z wytycznymi organizacyjnymi określa, jak często dane muszą być archiwizowane oraz jaki typ kopii zapasowej powinien zostać wykonany.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Tworzenie kopii zapasowej może zająć dużo czasu.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Jeśli strategia tworzenia kopii zapasowych jest ściśle przestrzegana, wówczas nie jest konieczne wykonywanie kopii zapasowej wszystkich plików za każdym razem.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Zarchiwizowania wymagają tylko te pliki, które uległy modyfikacji po wykonaniu poprzedniej kopii zapasowej.</w:t>
      </w:r>
    </w:p>
    <w:p w:rsidR="00776EFD" w:rsidRDefault="00776EFD" w:rsidP="00776EFD">
      <w:pPr>
        <w:pStyle w:val="BodyTextL25"/>
      </w:pPr>
      <w:r>
        <w:rPr>
          <w:lang w:val="pl-PL"/>
          <w:rFonts/>
        </w:rPr>
        <w:t xml:space="preserve">System Microsoft Windows zawiera narzędzia do tworzenia kopii zapasowych.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wersjach systemu poprzedzających Windows 8 do tworzenia kopii zapasowej plików służyła opcja „Kopia zapasowa" (ang. Backup and Restore).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System Windows 8.1 zawiera aplikację o nazwie „Historia plików" (ang. File History), która służy do tworzenia kopii zapasowych plików w folderach Dokumenty, Muzyka, Zdjęcia, Wideo i Pulpit.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 przestrzeni czasu program ten gromadzi historię Twoich plików, pozwalając na odzyskanie ich wcześniejszych wersji.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Jest to bardzo przydatna funkcja w przypadku, gdy pliki ulegną uszkodzeniu bądź zostaną zagubione.</w:t>
      </w:r>
    </w:p>
    <w:p w:rsidR="00776EFD" w:rsidRDefault="00776EFD" w:rsidP="00776EFD">
      <w:pPr>
        <w:pStyle w:val="BodyTextL25"/>
      </w:pPr>
      <w:r>
        <w:rPr>
          <w:lang w:val="pl-PL"/>
          <w:rFonts/>
        </w:rPr>
        <w:t xml:space="preserve">Systemy Windows 7 oraz Vista oferują inne narzędzie do tworzenia kopii zapasowych o nazwie </w:t>
      </w:r>
      <w:r w:rsidRPr="00776EFD">
        <w:rPr>
          <w:b/>
          <w:lang w:val="pl-PL"/>
          <w:rFonts/>
        </w:rPr>
        <w:t xml:space="preserve">Kopia zapasowa/Przywracanie</w:t>
      </w:r>
      <w:r>
        <w:rPr>
          <w:lang w:val="pl-PL"/>
          <w:rFonts/>
        </w:rPr>
        <w:t xml:space="preserve"> (ang. Backup and Restore).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Podczas podłączania dysku zewnętrznego do komputera system Windows 7 automatycznie zaproponuje przeznaczenie tego dysku na kopie zapasowe.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Korzystaj z narzędzia „Kopia zapasowa/Przywracanie" do zarządzania kopiami zapasowymi.</w:t>
      </w:r>
    </w:p>
    <w:p w:rsidR="00776EFD" w:rsidRPr="00530807" w:rsidRDefault="00776EFD" w:rsidP="00776EFD">
      <w:pPr>
        <w:pStyle w:val="BodyTextL25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Wykonaj następujące czynności, aby uzyskać dostęp do narzędzia „Kopia zapasowa/Przywracanie" w systemie Windows 7:</w:t>
      </w:r>
    </w:p>
    <w:p w:rsidR="00776EFD" w:rsidRDefault="00776EFD" w:rsidP="007F4113">
      <w:pPr>
        <w:pStyle w:val="SubStepAlpha"/>
      </w:pPr>
      <w:r>
        <w:rPr>
          <w:lang w:val="pl-PL"/>
          <w:rFonts/>
        </w:rPr>
        <w:t xml:space="preserve">Podłącz dysk zewnętrzny.</w:t>
      </w:r>
    </w:p>
    <w:p w:rsidR="00776EFD" w:rsidRDefault="00776EFD" w:rsidP="007F4113">
      <w:pPr>
        <w:pStyle w:val="SubStepAlpha"/>
      </w:pPr>
      <w:r>
        <w:rPr>
          <w:lang w:val="pl-PL"/>
          <w:rFonts/>
        </w:rPr>
        <w:t xml:space="preserve">Otwórz narzędzie „Kopia zapasowa/Przywracanie" używając następującej ścieżki:</w:t>
      </w:r>
    </w:p>
    <w:p w:rsidR="00776EFD" w:rsidRPr="00530807" w:rsidRDefault="00776EFD" w:rsidP="00530807">
      <w:pPr>
        <w:pStyle w:val="BodyTextL50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Start &gt; Panel sterowania &gt; Kopia zapasowa/Przywracanie</w:t>
      </w:r>
    </w:p>
    <w:p w:rsidR="009D1723" w:rsidRPr="00530807" w:rsidRDefault="009D1723" w:rsidP="009D1723">
      <w:pPr>
        <w:pStyle w:val="BodyTextL25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Wykonaj następujące czynności, aby rozpocząć korzystanie z „Historii plików" w systemie Windows 8.1:</w:t>
      </w:r>
    </w:p>
    <w:p w:rsidR="009D1723" w:rsidRDefault="009D1723" w:rsidP="00530807">
      <w:pPr>
        <w:pStyle w:val="SubStepAlpha"/>
        <w:numPr>
          <w:ilvl w:val="2"/>
          <w:numId w:val="9"/>
        </w:numPr>
      </w:pPr>
      <w:r>
        <w:rPr>
          <w:lang w:val="pl-PL"/>
          <w:rFonts/>
        </w:rPr>
        <w:t xml:space="preserve">Podłącz dysk zewnętrzny.</w:t>
      </w:r>
    </w:p>
    <w:p w:rsidR="009D1723" w:rsidRDefault="009D1723" w:rsidP="009D1723">
      <w:pPr>
        <w:pStyle w:val="SubStepAlpha"/>
      </w:pPr>
      <w:r>
        <w:rPr>
          <w:lang w:val="pl-PL"/>
          <w:rFonts/>
        </w:rPr>
        <w:t xml:space="preserve">Włącz „Historię plików" poprzez ścieżkę:</w:t>
      </w:r>
    </w:p>
    <w:p w:rsidR="009D1723" w:rsidRPr="00047130" w:rsidRDefault="009D1723" w:rsidP="009D1723">
      <w:pPr>
        <w:pStyle w:val="BodyTextL50"/>
        <w:rPr>
          <w:b/>
          <w:lang w:val="pl-PL"/>
          <w:rFonts/>
        </w:rPr>
      </w:pPr>
      <w:r>
        <w:rPr>
          <w:b w:val="true"/>
          <w:lang w:val="pl-PL"/>
          <w:rFonts/>
        </w:rPr>
        <w:t xml:space="preserve">Panel sterowania &gt; Historia pliku &gt; kliknij „Włącz"</w:t>
      </w:r>
    </w:p>
    <w:p w:rsidR="00776EFD" w:rsidRDefault="00776EFD" w:rsidP="00776EFD">
      <w:pPr>
        <w:pStyle w:val="SubStepAlpha"/>
        <w:numPr>
          <w:ilvl w:val="0"/>
          <w:numId w:val="0"/>
        </w:numPr>
        <w:ind w:left="360"/>
      </w:pPr>
      <w:r>
        <w:rPr>
          <w:b w:val="true"/>
          <w:lang w:val="pl-PL"/>
          <w:rFonts/>
        </w:rPr>
        <w:t xml:space="preserve">Uwaga</w:t>
      </w:r>
      <w:r w:rsidRPr="00530807">
        <w:rPr>
          <w:lang w:val="pl-PL"/>
          <w:rFonts/>
        </w:rPr>
        <w:t xml:space="preserve">: Inne systemy operacyjne również posiadają narzędzia do tworzenia kopii zapasowych. Standardowo system Apple Mac OS X zawiera „Maszynę Czasu" (ang. Time Machine), a Ubuntu Linux – narzędzie „Déjà Dup".</w:t>
      </w:r>
    </w:p>
    <w:p w:rsidR="00776EFD" w:rsidRDefault="00776EFD" w:rsidP="00776EFD">
      <w:pPr>
        <w:pStyle w:val="StepHead"/>
      </w:pPr>
      <w:r>
        <w:rPr>
          <w:lang w:val="pl-PL"/>
          <w:rFonts/>
        </w:rPr>
        <w:t xml:space="preserve">Tworzenie kopii zapasowej folderów Dokumenty i Obrazy</w:t>
      </w:r>
    </w:p>
    <w:p w:rsidR="00592DC9" w:rsidRDefault="00592DC9" w:rsidP="00530807">
      <w:pPr>
        <w:pStyle w:val="BodyTextL25"/>
      </w:pPr>
      <w:r>
        <w:rPr>
          <w:lang w:val="pl-PL"/>
          <w:rFonts/>
        </w:rPr>
        <w:t xml:space="preserve">Gdy dysk zewnętrzny jest już podłączony i wiesz, jak znaleźć narzędzie do tworzenia kopii zapasowych, skonfiguruj je, aby wykonywało kopię zapasową folderów Dokumenty i Obrazy codziennie o godzinie 3:00.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Otwórz narzędzie </w:t>
      </w:r>
      <w:r w:rsidRPr="00530807">
        <w:rPr>
          <w:b/>
          <w:lang w:val="pl-PL"/>
          <w:rFonts/>
        </w:rPr>
        <w:t xml:space="preserve">Kopia zapasowa/Przywracanie</w:t>
      </w:r>
      <w:r>
        <w:rPr>
          <w:lang w:val="pl-PL"/>
          <w:rFonts/>
        </w:rPr>
        <w:t xml:space="preserve"> (w systemie Windows 7) lub </w:t>
      </w:r>
      <w:r w:rsidRPr="00530807">
        <w:rPr>
          <w:b/>
          <w:lang w:val="pl-PL"/>
          <w:rFonts/>
        </w:rPr>
        <w:t xml:space="preserve">Historia plików</w:t>
      </w:r>
      <w:r>
        <w:rPr>
          <w:lang w:val="pl-PL"/>
          <w:rFonts/>
        </w:rPr>
        <w:t xml:space="preserve"> (w systemie Windows 8.x).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Wybierz dysk zewnętrzny, na którym chcesz zapisać kopię zapasową.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Określ, co chcesz zarchiwizować na dysku.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 potrzeby tego ćwiczenia wybierz foldery o nazwach: </w:t>
      </w:r>
      <w:r w:rsidRPr="00530807">
        <w:rPr>
          <w:b/>
          <w:lang w:val="pl-PL"/>
          <w:rFonts/>
        </w:rPr>
        <w:t xml:space="preserve">Dokumenty</w:t>
      </w:r>
      <w:r>
        <w:rPr>
          <w:lang w:val="pl-PL"/>
          <w:rFonts/>
        </w:rPr>
        <w:t xml:space="preserve"> i </w:t>
      </w:r>
      <w:r w:rsidRPr="00530807">
        <w:rPr>
          <w:b/>
          <w:lang w:val="pl-PL"/>
          <w:rFonts/>
        </w:rPr>
        <w:t xml:space="preserve">Obrazy</w:t>
      </w:r>
      <w:r>
        <w:rPr>
          <w:lang w:val="pl-PL"/>
          <w:rFonts/>
        </w:rPr>
        <w:t xml:space="preserve">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Skonfiguruj harmonogram tworzenia kopii zapasowych.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Ustaw tworzenie kopii zapasowych codziennie o godzinie 3:00 rano.</w:t>
      </w:r>
    </w:p>
    <w:p w:rsidR="00592DC9" w:rsidRDefault="00592DC9" w:rsidP="00530807">
      <w:pPr>
        <w:pStyle w:val="SubStepAlpha"/>
        <w:keepNext/>
        <w:numPr>
          <w:ilvl w:val="0"/>
          <w:numId w:val="0"/>
        </w:numPr>
        <w:ind w:left="720"/>
      </w:pPr>
      <w:r>
        <w:rPr>
          <w:lang w:val="pl-PL"/>
          <w:rFonts/>
        </w:rPr>
        <w:t xml:space="preserve">Jaki jest powód ustawienia harmonogramu tworzenia kopii zapasowych na godzinę 3:00 rano?</w:t>
      </w:r>
    </w:p>
    <w:p w:rsidR="002540AA" w:rsidRDefault="00592DC9" w:rsidP="00530807">
      <w:pPr>
        <w:pStyle w:val="SubStepAlpha"/>
        <w:keepNext/>
        <w:numPr>
          <w:ilvl w:val="0"/>
          <w:numId w:val="0"/>
        </w:numPr>
        <w:ind w:left="72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592DC9" w:rsidP="00530807">
      <w:pPr>
        <w:pStyle w:val="SubStepAlpha"/>
        <w:keepNext/>
        <w:numPr>
          <w:ilvl w:val="0"/>
          <w:numId w:val="0"/>
        </w:numPr>
        <w:ind w:left="720"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592DC9" w:rsidRPr="00592DC9" w:rsidRDefault="00592DC9" w:rsidP="00592DC9">
      <w:pPr>
        <w:pStyle w:val="SubStepAlpha"/>
        <w:numPr>
          <w:ilvl w:val="0"/>
          <w:numId w:val="0"/>
        </w:numPr>
        <w:ind w:left="72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Ponieważ prawdopodobnie będzie to czas niskiego zużycia zasobów i wpływ na działania użytkownika będzie znikomy.</w:t>
      </w:r>
    </w:p>
    <w:p w:rsidR="00592DC9" w:rsidRDefault="00592DC9" w:rsidP="00257A72">
      <w:pPr>
        <w:pStyle w:val="SubStepAlpha"/>
      </w:pPr>
      <w:r>
        <w:rPr>
          <w:lang w:val="pl-PL"/>
          <w:rFonts/>
        </w:rPr>
        <w:t xml:space="preserve">Rozpocznij tworzenie kopii zapasowej poprzez kliknięcie w </w:t>
      </w:r>
      <w:r w:rsidRPr="00530807">
        <w:rPr>
          <w:b/>
          <w:lang w:val="pl-PL"/>
          <w:rFonts/>
        </w:rPr>
        <w:t xml:space="preserve">Zapisz ustawienia i stwórz kopię zapasową</w:t>
      </w:r>
    </w:p>
    <w:p w:rsidR="00257A72" w:rsidRDefault="00776EFD" w:rsidP="00257A72">
      <w:pPr>
        <w:pStyle w:val="PartHead"/>
      </w:pPr>
      <w:r>
        <w:rPr>
          <w:lang w:val="pl-PL"/>
          <w:rFonts/>
        </w:rPr>
        <w:t xml:space="preserve">Tworzenie kopii zapasowej na dysku przenośnym</w:t>
      </w:r>
    </w:p>
    <w:p w:rsidR="00B1338E" w:rsidRDefault="00B1338E" w:rsidP="00B1338E">
      <w:pPr>
        <w:pStyle w:val="StepHead"/>
      </w:pPr>
      <w:r>
        <w:rPr>
          <w:lang w:val="pl-PL"/>
          <w:rFonts/>
        </w:rPr>
        <w:t xml:space="preserve">Zapoznanie się z usługami do tworzenia kopii zapasowych w chmurze</w:t>
      </w:r>
    </w:p>
    <w:p w:rsidR="00B1338E" w:rsidRDefault="00B1338E" w:rsidP="008B48F0">
      <w:pPr>
        <w:pStyle w:val="BodyTextL25"/>
      </w:pPr>
      <w:r>
        <w:rPr>
          <w:lang w:val="pl-PL"/>
          <w:rFonts/>
        </w:rPr>
        <w:t xml:space="preserve">Innym miejscem do przechowywania kopii zapasowej są dyski przenośne.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Mogą to być uniwersalne usługi dyskowe w chmurze, dyski typu NAS podłączone do Internetu, bądź przenośne dyski.</w:t>
      </w:r>
    </w:p>
    <w:p w:rsidR="00B1338E" w:rsidRDefault="00B1338E" w:rsidP="00530807">
      <w:pPr>
        <w:pStyle w:val="SubStepAlpha"/>
        <w:keepNext/>
      </w:pPr>
      <w:r>
        <w:rPr>
          <w:lang w:val="pl-PL"/>
          <w:rFonts/>
        </w:rPr>
        <w:t xml:space="preserve">Wymień kilka usług do tworzenia kopii zapasowych w chmurze.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8B48F0" w:rsidRPr="00B1338E" w:rsidRDefault="00B1338E" w:rsidP="00530807">
      <w:pPr>
        <w:pStyle w:val="BodyTextL50"/>
        <w:rPr>
          <w:rStyle w:val="AnswerGray"/>
          <w:b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Dropbox, Microsoft OneDrive, Dysk Google, Apple iCloud, Amazon AWS.</w:t>
      </w:r>
    </w:p>
    <w:p w:rsidR="00B1338E" w:rsidRDefault="00B1338E" w:rsidP="00530807">
      <w:pPr>
        <w:pStyle w:val="SubStepAlpha"/>
        <w:keepNext/>
      </w:pPr>
      <w:r>
        <w:rPr>
          <w:lang w:val="pl-PL"/>
          <w:rFonts/>
        </w:rPr>
        <w:t xml:space="preserve">Spróbuj skorzystać z usług wymienionych powyżej.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Czy te usługi są bezpłatne?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B1338E" w:rsidRDefault="00B1338E" w:rsidP="00530807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Dropbox, Microsoft OneDrive, Dysk Google i Apple iCloud są bezpłatne w przypadku niewielkiego zapotrzebowania na przestrzeń dyskową.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W razie zapotrzebowania na większą przestrzeń dyskową konieczne jest opłacanie comiesięcznego abonamentu.</w:t>
      </w:r>
    </w:p>
    <w:p w:rsidR="00B1338E" w:rsidRDefault="00B1338E" w:rsidP="00530807">
      <w:pPr>
        <w:pStyle w:val="SubStepAlpha"/>
        <w:keepNext/>
      </w:pPr>
      <w:r>
        <w:rPr>
          <w:lang w:val="pl-PL"/>
          <w:rFonts/>
        </w:rPr>
        <w:t xml:space="preserve">Czy wymienione usługi są przeznaczone tylko dla wybranego systemu operacyjnego?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B1338E" w:rsidRDefault="00B1338E" w:rsidP="00530807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Większość popularnych usług tworzenia kopii zapasowych w chmurze nie jest zależna od używanego systemu operacyjnego. Istnieją interfejsy sieciowe oraz aplikacje klienckie dla wszystkich głównych platform.</w:t>
      </w:r>
    </w:p>
    <w:p w:rsidR="00B1338E" w:rsidRDefault="00B1338E" w:rsidP="00530807">
      <w:pPr>
        <w:pStyle w:val="SubStepAlpha"/>
        <w:keepNext/>
      </w:pPr>
      <w:r>
        <w:rPr>
          <w:lang w:val="pl-PL"/>
          <w:rFonts/>
        </w:rPr>
        <w:t xml:space="preserve">Czy możesz uzyskać dostęp do danych ze wszystkich swoich urządzeń (komputera, laptopa, tabletu i telefonu)?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2540AA" w:rsidRDefault="002540AA" w:rsidP="00530807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:rsidR="00B1338E" w:rsidRPr="00B1338E" w:rsidRDefault="00B1338E" w:rsidP="00530807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Tak.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Większość popularnych usług tworzenia kopii zapasowych w chmurze posiada aplikacje klienckie dla wszystkich systemów operacyjnych.</w:t>
      </w:r>
    </w:p>
    <w:p w:rsidR="00B1338E" w:rsidRDefault="00B1338E" w:rsidP="00B1338E">
      <w:pPr>
        <w:pStyle w:val="StepHead"/>
      </w:pPr>
      <w:r>
        <w:rPr>
          <w:lang w:val="pl-PL"/>
          <w:rFonts/>
        </w:rPr>
        <w:t xml:space="preserve">Używanie narzędzia „Kopia zapasowa/Przywracanie" do tworzenia kopii danych w chmurze</w:t>
      </w:r>
    </w:p>
    <w:p w:rsidR="00B1338E" w:rsidRDefault="00B1338E" w:rsidP="00B1338E">
      <w:pPr>
        <w:pStyle w:val="BodyTextL25"/>
      </w:pPr>
      <w:r>
        <w:rPr>
          <w:lang w:val="pl-PL"/>
          <w:rFonts/>
        </w:rPr>
        <w:t xml:space="preserve">Wybierz usługę, która odpowiada Twoim potrzebom. Następnie, używając stworzonej już kopii zapasowej folderu Dokumenty, utwórz kolejną kopię w chmurze.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Zauważ, że Dropbox i OneDrive umożliwiają utworzenie folderu na komputerze, który działa jak odnośnik do dysku w chmurze.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Pliki skopiowane do folderu-odnośnika są automatycznie przesyłane do chmury. Dzieje się tak dzięki aplikacji uruchomionej stale na komputerze.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Taka opcja jest bardzo wygodna, ponieważ pozwala Ci na wybór dowolnego narzędzia do tworzenia kopii zapasowych wraz z harmonogramem kopiowania danych do chmury.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Aby użyć narzędzia „Kopia zapasowa/Przywracanie" w systemie Windows, do stworzenia kopii zapasowej plików w usłudze Dropbox, wykonaj poniższe kroki:</w:t>
      </w:r>
    </w:p>
    <w:p w:rsidR="008B48F0" w:rsidRDefault="00B1338E" w:rsidP="008B48F0">
      <w:pPr>
        <w:pStyle w:val="SubStepAlpha"/>
      </w:pPr>
      <w:r>
        <w:rPr>
          <w:lang w:val="pl-PL"/>
          <w:rFonts/>
        </w:rPr>
        <w:t xml:space="preserve">Wejdź na stronę </w:t>
      </w:r>
      <w:hyperlink r:id="rId8" w:history="1">
        <w:r>
          <w:rPr>
            <w:rStyle w:val="Hyperlink"/>
            <w:lang w:val="pl-PL"/>
            <w:rFonts/>
          </w:rPr>
          <w:t xml:space="preserve">http://dropbox.com</w:t>
        </w:r>
      </w:hyperlink>
      <w:r>
        <w:rPr>
          <w:lang w:val="pl-PL"/>
          <w:rFonts/>
        </w:rPr>
        <w:t xml:space="preserve"> i utwórz bezpłatne konto Dropbox.</w:t>
      </w:r>
    </w:p>
    <w:p w:rsidR="00B1338E" w:rsidRDefault="00B1338E" w:rsidP="008B48F0">
      <w:pPr>
        <w:pStyle w:val="SubStepAlpha"/>
      </w:pPr>
      <w:r>
        <w:rPr>
          <w:lang w:val="pl-PL"/>
          <w:rFonts/>
        </w:rPr>
        <w:t xml:space="preserve">Po utworzeniu konta Dropbox wyświetli wszystkie zapisane na nim pliki.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Kliknij </w:t>
      </w:r>
      <w:r w:rsidR="006E0FF3" w:rsidRPr="00530807">
        <w:rPr>
          <w:b/>
          <w:lang w:val="pl-PL"/>
          <w:rFonts/>
        </w:rPr>
        <w:t xml:space="preserve">swoje imię</w:t>
      </w:r>
      <w:r>
        <w:rPr>
          <w:lang w:val="pl-PL"/>
          <w:rFonts/>
        </w:rPr>
        <w:t xml:space="preserve">, a następnie </w:t>
      </w:r>
      <w:r w:rsidR="006E0FF3" w:rsidRPr="00530807">
        <w:rPr>
          <w:b/>
          <w:lang w:val="pl-PL"/>
          <w:rFonts/>
        </w:rPr>
        <w:t xml:space="preserve">Zainstaluj</w:t>
      </w:r>
      <w:r>
        <w:rPr>
          <w:lang w:val="pl-PL"/>
          <w:rFonts/>
        </w:rPr>
        <w:t xml:space="preserve"> w celu pobrania i zainstalowania aplikacji klienckiej Dropbox dla Twojego systemu operacyjnego.</w:t>
      </w:r>
    </w:p>
    <w:p w:rsidR="006E0FF3" w:rsidRDefault="00961FD3" w:rsidP="008B48F0">
      <w:pPr>
        <w:pStyle w:val="SubStepAlpha"/>
      </w:pPr>
      <w:r>
        <w:rPr>
          <w:lang w:val="pl-PL"/>
          <w:rFonts/>
        </w:rPr>
        <w:t xml:space="preserve">Otwórz pobrany program, aby zainstalować aplikację kliencką.</w:t>
      </w:r>
    </w:p>
    <w:p w:rsidR="00243CB6" w:rsidRDefault="006E0FF3" w:rsidP="008B48F0">
      <w:pPr>
        <w:pStyle w:val="SubStepAlpha"/>
      </w:pPr>
      <w:r>
        <w:rPr>
          <w:lang w:val="pl-PL"/>
          <w:rFonts/>
        </w:rPr>
        <w:t xml:space="preserve">Po zakończeniu instalacji aplikacja kliencka Dropbox utworzy folder o nazwie „Dropbox".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Zauważ, że wszystkie pliki skopiowane do tego folderu zostaną automatycznie skopiowane na serwer Dropbox w chmurze.</w:t>
      </w:r>
    </w:p>
    <w:p w:rsidR="006E0FF3" w:rsidRDefault="00243CB6" w:rsidP="008B48F0">
      <w:pPr>
        <w:pStyle w:val="SubStepAlpha"/>
      </w:pPr>
      <w:r>
        <w:rPr>
          <w:lang w:val="pl-PL"/>
          <w:rFonts/>
        </w:rPr>
        <w:t xml:space="preserve">Otwórz narzędzie </w:t>
      </w:r>
      <w:r w:rsidRPr="00530807">
        <w:rPr>
          <w:b/>
          <w:lang w:val="pl-PL"/>
          <w:rFonts/>
        </w:rPr>
        <w:t xml:space="preserve">„Kopia zapasowa/Przywracanie" systemu Windows</w:t>
      </w:r>
      <w:r>
        <w:rPr>
          <w:lang w:val="pl-PL"/>
          <w:rFonts/>
        </w:rPr>
        <w:t xml:space="preserve"> i skonfiguruj je tak, aby użyć nowego folderu Dropbox jako miejsca zapisu kopii zapasowych.</w:t>
      </w:r>
      <w:r>
        <w:rPr>
          <w:lang w:val="pl-PL"/>
          <w:rFonts/>
        </w:rPr>
        <w:t xml:space="preserve"> </w:t>
      </w:r>
    </w:p>
    <w:p w:rsidR="00243CB6" w:rsidRDefault="00243CB6" w:rsidP="00530807">
      <w:pPr>
        <w:pStyle w:val="LabSection"/>
      </w:pPr>
      <w:r>
        <w:rPr>
          <w:lang w:val="pl-PL"/>
          <w:rFonts/>
        </w:rPr>
        <w:t xml:space="preserve">Do przemyślenia:</w:t>
      </w:r>
    </w:p>
    <w:p w:rsidR="002540AA" w:rsidRDefault="002540AA" w:rsidP="00530807">
      <w:pPr>
        <w:pStyle w:val="ReflectionQ"/>
      </w:pPr>
      <w:r>
        <w:rPr>
          <w:lang w:val="pl-PL"/>
          <w:rFonts/>
        </w:rPr>
        <w:t xml:space="preserve">Jakie są zalety tworzenia kopii zapasowych danych na lokalnym dysku zewnętrznym?</w:t>
      </w:r>
    </w:p>
    <w:p w:rsidR="002540AA" w:rsidRDefault="002540AA" w:rsidP="00530807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Default="002540AA" w:rsidP="00530807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Pr="00E21898" w:rsidRDefault="002540AA" w:rsidP="00530807">
      <w:pPr>
        <w:pStyle w:val="BodyTextL25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Lokalne kopie zapasowe są całkowicie pod kontrolą użytkownika i nikt inny nie ma dostępu do danych.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Lokalne kopie zapasowe są zawsze dostępne, ponieważ działają niezależnie od stanu połączenia internetowego.</w:t>
      </w:r>
    </w:p>
    <w:p w:rsidR="002540AA" w:rsidRDefault="002540AA" w:rsidP="00530807">
      <w:pPr>
        <w:pStyle w:val="ReflectionQ"/>
      </w:pPr>
      <w:r>
        <w:rPr>
          <w:lang w:val="pl-PL"/>
          <w:rFonts/>
        </w:rPr>
        <w:t xml:space="preserve">Jakie są wady tworzenia kopii zapasowych danych na lokalnym dysku zewnętrznym?</w:t>
      </w:r>
    </w:p>
    <w:p w:rsidR="002540AA" w:rsidRDefault="002540AA" w:rsidP="00530807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Default="002540AA" w:rsidP="00530807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Default="002540AA" w:rsidP="00530807">
      <w:pPr>
        <w:pStyle w:val="BodyTextL25"/>
        <w:rPr>
          <w:rStyle w:val="AnswerGray"/>
          <w:b/>
          <w:bCs/>
          <w:iCs/>
          <w:lang w:val="pl-PL"/>
          <w:rFonts/>
        </w:rPr>
      </w:pPr>
      <w:r>
        <w:rPr>
          <w:rStyle w:val="AnswerGray"/>
          <w:lang w:val="pl-PL"/>
          <w:rFonts/>
        </w:rPr>
        <w:t xml:space="preserve">Jeśli użytkownik chce uzyskać dostęp do danych z innych urządzeń lub lokalizacji, to musi ponieść dodatkowy wysiłek.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W przypadku wypadków losowych (np. pożaru lub zalania pomieszczenia) lokalne dyski kopii zapasowych są zagrożone.</w:t>
      </w:r>
    </w:p>
    <w:p w:rsidR="00243CB6" w:rsidRDefault="00243CB6" w:rsidP="00530807">
      <w:pPr>
        <w:pStyle w:val="ReflectionQ"/>
        <w:keepNext/>
      </w:pPr>
      <w:r>
        <w:rPr>
          <w:lang w:val="pl-PL"/>
          <w:rFonts/>
        </w:rPr>
        <w:t xml:space="preserve">Jakie zalety ma tworzenie kopii zapasowych danych na dysku w chmurze?</w:t>
      </w:r>
    </w:p>
    <w:p w:rsidR="002540AA" w:rsidRPr="008979AE" w:rsidRDefault="002540AA" w:rsidP="00530807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Pr="008979AE" w:rsidRDefault="002540AA" w:rsidP="00530807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43CB6" w:rsidRPr="002540AA" w:rsidRDefault="00243CB6" w:rsidP="00530807">
      <w:pPr>
        <w:pStyle w:val="BodyTextL25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Dane są bardziej odporne na lokalne wypadki losowe, ponieważ kopia danych jest przechowywana w odległym miejscu.</w:t>
      </w:r>
    </w:p>
    <w:p w:rsidR="00243CB6" w:rsidRDefault="00243CB6" w:rsidP="00530807">
      <w:pPr>
        <w:pStyle w:val="ReflectionQ"/>
        <w:keepNext/>
      </w:pPr>
      <w:r>
        <w:rPr>
          <w:lang w:val="pl-PL"/>
          <w:rFonts/>
        </w:rPr>
        <w:t xml:space="preserve">Jakie są wady tworzenia kopii zapasowych danych na dysku w chmurze?</w:t>
      </w:r>
    </w:p>
    <w:p w:rsidR="002540AA" w:rsidRPr="00047130" w:rsidRDefault="002540AA" w:rsidP="00530807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2540AA" w:rsidRPr="00047130" w:rsidRDefault="002540AA" w:rsidP="00530807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:rsidR="008B48F0" w:rsidRPr="003453F6" w:rsidRDefault="00243CB6" w:rsidP="00530807">
      <w:pPr>
        <w:pStyle w:val="BodyTextL25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Dane są w posiadaniu zewnętrznej firmy.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Firma ta może odczytać dane i uzyskać do nich bezpośredni dostęp.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Ponadto, jeśli ilość przechowywanych danych jest duża, musimy zapłacić za ich przechowywanie.</w:t>
      </w:r>
    </w:p>
    <w:sectPr w:rsidR="008B48F0" w:rsidRPr="003453F6" w:rsidSect="008C430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469" w:rsidRDefault="00236469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236469" w:rsidRDefault="00236469"/>
    <w:p w:rsidR="00236469" w:rsidRDefault="00236469"/>
    <w:p w:rsidR="00236469" w:rsidRDefault="00236469"/>
    <w:p w:rsidR="00236469" w:rsidRDefault="00236469"/>
  </w:endnote>
  <w:endnote w:type="continuationSeparator" w:id="0">
    <w:p w:rsidR="00236469" w:rsidRDefault="00236469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236469" w:rsidRDefault="00236469"/>
    <w:p w:rsidR="00236469" w:rsidRDefault="00236469"/>
    <w:p w:rsidR="00236469" w:rsidRDefault="00236469"/>
    <w:p w:rsidR="00236469" w:rsidRDefault="002364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93" w:rsidRDefault="00F16B93" w:rsidP="00F16B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F16B93" w:rsidP="00090F8F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090F8F">
      <w:rPr>
        <w:b/>
        <w:szCs w:val="16"/>
        <w:lang w:val="pl-PL"/>
        <w:rFonts/>
      </w:rPr>
      <w:t xml:space="preserve">4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090F8F">
      <w:rPr>
        <w:b/>
        <w:szCs w:val="16"/>
        <w:lang w:val="pl-PL"/>
        <w:rFonts/>
      </w:rPr>
      <w:t xml:space="preserve">4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Pr="0090659A" w:rsidRDefault="00F16B93" w:rsidP="00090F8F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 w:rsidR="00090F8F"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 w:rsidR="00090F8F">
      <w:rPr>
        <w:b/>
        <w:szCs w:val="16"/>
        <w:lang w:val="pl-PL"/>
        <w:rFonts/>
      </w:rPr>
      <w:t xml:space="preserve">4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469" w:rsidRDefault="00236469" w:rsidP="0090659A">
      <w:pPr>
        <w:spacing w:after="0" w:line="240" w:lineRule="auto"/>
      </w:pPr>
      <w:r>
        <w:rPr>
          <w:lang w:val="pl-PL"/>
          <w:rFonts/>
        </w:rPr>
        <w:separator/>
      </w:r>
    </w:p>
    <w:p w:rsidR="00236469" w:rsidRDefault="00236469"/>
    <w:p w:rsidR="00236469" w:rsidRDefault="00236469"/>
    <w:p w:rsidR="00236469" w:rsidRDefault="00236469"/>
    <w:p w:rsidR="00236469" w:rsidRDefault="00236469"/>
  </w:footnote>
  <w:footnote w:type="continuationSeparator" w:id="0">
    <w:p w:rsidR="00236469" w:rsidRDefault="00236469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:rsidR="00236469" w:rsidRDefault="00236469"/>
    <w:p w:rsidR="00236469" w:rsidRDefault="00236469"/>
    <w:p w:rsidR="00236469" w:rsidRDefault="00236469"/>
    <w:p w:rsidR="00236469" w:rsidRDefault="002364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2540AA" w:rsidP="00C52BA6">
    <w:pPr>
      <w:pStyle w:val="PageHead"/>
    </w:pPr>
    <w:r>
      <w:rPr>
        <w:lang w:val="pl-PL"/>
        <w:rFonts/>
      </w:rPr>
      <w:t xml:space="preserve">Ćwiczenie – Utwórz kopię zapasową swoich danych w pamięci zewnętrznej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1F" w:rsidRDefault="00F16B93">
    <w:pPr>
      <w:pStyle w:val="Header"/>
    </w:pPr>
    <w:r w:rsidRPr="003503B9">
      <w:rPr>
        <w:lang w:val="pl-PL"/>
        <w:rFonts/>
      </w:rPr>
      <w:drawing>
        <wp:inline distT="0" distB="0" distL="0" distR="0" wp14:anchorId="2729EE19" wp14:editId="0E9FECFB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6B93" w:rsidRDefault="00F16B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0815DD9"/>
    <w:multiLevelType w:val="hybridMultilevel"/>
    <w:tmpl w:val="63B44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1"/>
    <w:lvlOverride w:ilvl="0">
      <w:startOverride w:val="1"/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1"/>
    <w:lvlOverride w:ilvl="0">
      <w:startOverride w:val="1"/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yMDSzMDMytDQ0sTBW0lEKTi0uzszPAykwqQUA3ma98SwAAAA="/>
    <w:docVar w:name="__grammarly61__i" w:val="H4sIAAAAAAAEAKtWckksSQxILCpxzi/NK1GyMqwFAAEhoTITAAAA"/>
    <w:docVar w:name="__grammarly61_1" w:val="H4sIAAAAAAAEAKtWcslPLs1NzSvxTFGyUjJKM08yTDNN0TVKMUrVNUlOTdFNNEpL0bU0NU8zNDI1Mjczs1TSUQpOLS7OzM8DaTGvBQCeEKZmQwAAAA=="/>
  </w:docVars>
  <w:rsids>
    <w:rsidRoot w:val="0002636A"/>
    <w:rsid w:val="00001863"/>
    <w:rsid w:val="00003573"/>
    <w:rsid w:val="00004175"/>
    <w:rsid w:val="000059C9"/>
    <w:rsid w:val="000160F7"/>
    <w:rsid w:val="000169D3"/>
    <w:rsid w:val="00016D5B"/>
    <w:rsid w:val="00016F30"/>
    <w:rsid w:val="0002047C"/>
    <w:rsid w:val="00021B9A"/>
    <w:rsid w:val="00022EEE"/>
    <w:rsid w:val="000242D6"/>
    <w:rsid w:val="00024EE5"/>
    <w:rsid w:val="0002636A"/>
    <w:rsid w:val="00033FFF"/>
    <w:rsid w:val="00036353"/>
    <w:rsid w:val="00040514"/>
    <w:rsid w:val="00041AF6"/>
    <w:rsid w:val="00044E62"/>
    <w:rsid w:val="00046C4E"/>
    <w:rsid w:val="00050BA4"/>
    <w:rsid w:val="00051738"/>
    <w:rsid w:val="00052548"/>
    <w:rsid w:val="00060696"/>
    <w:rsid w:val="00066FD6"/>
    <w:rsid w:val="00075AF2"/>
    <w:rsid w:val="000769CF"/>
    <w:rsid w:val="000815D8"/>
    <w:rsid w:val="00081E66"/>
    <w:rsid w:val="00083AC8"/>
    <w:rsid w:val="0008450C"/>
    <w:rsid w:val="00085CC6"/>
    <w:rsid w:val="00090C07"/>
    <w:rsid w:val="00090F8F"/>
    <w:rsid w:val="00091E8D"/>
    <w:rsid w:val="000923B7"/>
    <w:rsid w:val="00092C42"/>
    <w:rsid w:val="0009378D"/>
    <w:rsid w:val="00095FE3"/>
    <w:rsid w:val="00097163"/>
    <w:rsid w:val="000A0465"/>
    <w:rsid w:val="000A22C8"/>
    <w:rsid w:val="000B1AB3"/>
    <w:rsid w:val="000B2344"/>
    <w:rsid w:val="000B7DE5"/>
    <w:rsid w:val="000D55B4"/>
    <w:rsid w:val="000E0661"/>
    <w:rsid w:val="000E350C"/>
    <w:rsid w:val="000E6418"/>
    <w:rsid w:val="000E65F0"/>
    <w:rsid w:val="000F072C"/>
    <w:rsid w:val="000F6743"/>
    <w:rsid w:val="001006C2"/>
    <w:rsid w:val="00100919"/>
    <w:rsid w:val="00103C51"/>
    <w:rsid w:val="00107B2B"/>
    <w:rsid w:val="001110AC"/>
    <w:rsid w:val="00112AC5"/>
    <w:rsid w:val="001133DD"/>
    <w:rsid w:val="00116E4D"/>
    <w:rsid w:val="00116FD6"/>
    <w:rsid w:val="00120CBE"/>
    <w:rsid w:val="001261C4"/>
    <w:rsid w:val="0013380D"/>
    <w:rsid w:val="00134122"/>
    <w:rsid w:val="001366EC"/>
    <w:rsid w:val="00137100"/>
    <w:rsid w:val="0014219C"/>
    <w:rsid w:val="001425ED"/>
    <w:rsid w:val="00144237"/>
    <w:rsid w:val="00150339"/>
    <w:rsid w:val="00154E3A"/>
    <w:rsid w:val="00156154"/>
    <w:rsid w:val="00157902"/>
    <w:rsid w:val="00157EB8"/>
    <w:rsid w:val="00162ED0"/>
    <w:rsid w:val="00163164"/>
    <w:rsid w:val="00165A06"/>
    <w:rsid w:val="00166253"/>
    <w:rsid w:val="00170E3D"/>
    <w:rsid w:val="001710C0"/>
    <w:rsid w:val="001720E1"/>
    <w:rsid w:val="00172AFB"/>
    <w:rsid w:val="001772B8"/>
    <w:rsid w:val="00180FBF"/>
    <w:rsid w:val="00182CF4"/>
    <w:rsid w:val="00186CE1"/>
    <w:rsid w:val="001925CB"/>
    <w:rsid w:val="00192F12"/>
    <w:rsid w:val="00193F14"/>
    <w:rsid w:val="00195FC1"/>
    <w:rsid w:val="00197614"/>
    <w:rsid w:val="001A0312"/>
    <w:rsid w:val="001A15DA"/>
    <w:rsid w:val="001A2694"/>
    <w:rsid w:val="001A3CC7"/>
    <w:rsid w:val="001A69AC"/>
    <w:rsid w:val="001B1098"/>
    <w:rsid w:val="001B67D8"/>
    <w:rsid w:val="001B6F95"/>
    <w:rsid w:val="001C05A1"/>
    <w:rsid w:val="001C1D9E"/>
    <w:rsid w:val="001C7C3B"/>
    <w:rsid w:val="001D093C"/>
    <w:rsid w:val="001D10E2"/>
    <w:rsid w:val="001D11AE"/>
    <w:rsid w:val="001D1571"/>
    <w:rsid w:val="001D5B6F"/>
    <w:rsid w:val="001E0AB8"/>
    <w:rsid w:val="001E38E0"/>
    <w:rsid w:val="001E4E72"/>
    <w:rsid w:val="001E5C9E"/>
    <w:rsid w:val="001E62B3"/>
    <w:rsid w:val="001F0171"/>
    <w:rsid w:val="001F0D77"/>
    <w:rsid w:val="001F0DA9"/>
    <w:rsid w:val="001F33BF"/>
    <w:rsid w:val="001F4627"/>
    <w:rsid w:val="001F5CB8"/>
    <w:rsid w:val="001F7DD8"/>
    <w:rsid w:val="00201928"/>
    <w:rsid w:val="002027AE"/>
    <w:rsid w:val="00203E26"/>
    <w:rsid w:val="0020449C"/>
    <w:rsid w:val="002113B8"/>
    <w:rsid w:val="00215665"/>
    <w:rsid w:val="002163BB"/>
    <w:rsid w:val="00216DDE"/>
    <w:rsid w:val="0021792C"/>
    <w:rsid w:val="002227B3"/>
    <w:rsid w:val="002240AB"/>
    <w:rsid w:val="00225E37"/>
    <w:rsid w:val="002346A8"/>
    <w:rsid w:val="00236469"/>
    <w:rsid w:val="00242E3A"/>
    <w:rsid w:val="002435C0"/>
    <w:rsid w:val="00243CB6"/>
    <w:rsid w:val="002506CF"/>
    <w:rsid w:val="0025107F"/>
    <w:rsid w:val="002540AA"/>
    <w:rsid w:val="0025428A"/>
    <w:rsid w:val="00257A72"/>
    <w:rsid w:val="00260CD4"/>
    <w:rsid w:val="002638C2"/>
    <w:rsid w:val="002639D8"/>
    <w:rsid w:val="00265F77"/>
    <w:rsid w:val="00266C83"/>
    <w:rsid w:val="00267AD6"/>
    <w:rsid w:val="0027099E"/>
    <w:rsid w:val="00275F1F"/>
    <w:rsid w:val="002768DC"/>
    <w:rsid w:val="00281994"/>
    <w:rsid w:val="002A2A69"/>
    <w:rsid w:val="002A4A8D"/>
    <w:rsid w:val="002A4CF8"/>
    <w:rsid w:val="002A6C56"/>
    <w:rsid w:val="002B2757"/>
    <w:rsid w:val="002C090C"/>
    <w:rsid w:val="002C1243"/>
    <w:rsid w:val="002C1815"/>
    <w:rsid w:val="002C19BB"/>
    <w:rsid w:val="002C475E"/>
    <w:rsid w:val="002C6AD6"/>
    <w:rsid w:val="002D2917"/>
    <w:rsid w:val="002D6C2A"/>
    <w:rsid w:val="002D7A86"/>
    <w:rsid w:val="002E2671"/>
    <w:rsid w:val="002E481D"/>
    <w:rsid w:val="002F45FF"/>
    <w:rsid w:val="002F5932"/>
    <w:rsid w:val="002F6D17"/>
    <w:rsid w:val="0030212F"/>
    <w:rsid w:val="00302887"/>
    <w:rsid w:val="003056EB"/>
    <w:rsid w:val="003071FF"/>
    <w:rsid w:val="00310652"/>
    <w:rsid w:val="0031371D"/>
    <w:rsid w:val="0031789F"/>
    <w:rsid w:val="00320788"/>
    <w:rsid w:val="003233A3"/>
    <w:rsid w:val="00327745"/>
    <w:rsid w:val="00331822"/>
    <w:rsid w:val="00343032"/>
    <w:rsid w:val="0034455D"/>
    <w:rsid w:val="003453F6"/>
    <w:rsid w:val="0034604B"/>
    <w:rsid w:val="00346D17"/>
    <w:rsid w:val="00347972"/>
    <w:rsid w:val="0035469B"/>
    <w:rsid w:val="00355023"/>
    <w:rsid w:val="003559CC"/>
    <w:rsid w:val="003569D7"/>
    <w:rsid w:val="003608AC"/>
    <w:rsid w:val="00361D62"/>
    <w:rsid w:val="003636CF"/>
    <w:rsid w:val="003643F0"/>
    <w:rsid w:val="0036465A"/>
    <w:rsid w:val="0037266E"/>
    <w:rsid w:val="00374CA9"/>
    <w:rsid w:val="00375A29"/>
    <w:rsid w:val="0038581C"/>
    <w:rsid w:val="0039147C"/>
    <w:rsid w:val="00392C65"/>
    <w:rsid w:val="00392ED5"/>
    <w:rsid w:val="003A19DC"/>
    <w:rsid w:val="003A1B45"/>
    <w:rsid w:val="003B46E1"/>
    <w:rsid w:val="003B46FC"/>
    <w:rsid w:val="003B5767"/>
    <w:rsid w:val="003B63E8"/>
    <w:rsid w:val="003B7605"/>
    <w:rsid w:val="003C5542"/>
    <w:rsid w:val="003C6BCA"/>
    <w:rsid w:val="003C7902"/>
    <w:rsid w:val="003C7DEA"/>
    <w:rsid w:val="003D0BFF"/>
    <w:rsid w:val="003E5BE5"/>
    <w:rsid w:val="003F18D1"/>
    <w:rsid w:val="003F48E8"/>
    <w:rsid w:val="003F4F0E"/>
    <w:rsid w:val="003F6E06"/>
    <w:rsid w:val="00403129"/>
    <w:rsid w:val="00403C7A"/>
    <w:rsid w:val="004057A6"/>
    <w:rsid w:val="00406554"/>
    <w:rsid w:val="004131B0"/>
    <w:rsid w:val="00415331"/>
    <w:rsid w:val="00416C42"/>
    <w:rsid w:val="0041702F"/>
    <w:rsid w:val="00422118"/>
    <w:rsid w:val="00422476"/>
    <w:rsid w:val="00422EC6"/>
    <w:rsid w:val="0042385C"/>
    <w:rsid w:val="00431654"/>
    <w:rsid w:val="00434926"/>
    <w:rsid w:val="00444217"/>
    <w:rsid w:val="004478F4"/>
    <w:rsid w:val="00450F7A"/>
    <w:rsid w:val="00452C6D"/>
    <w:rsid w:val="00455E0B"/>
    <w:rsid w:val="00463B76"/>
    <w:rsid w:val="00463C37"/>
    <w:rsid w:val="00464D36"/>
    <w:rsid w:val="004659EE"/>
    <w:rsid w:val="004663AC"/>
    <w:rsid w:val="00477A80"/>
    <w:rsid w:val="00484105"/>
    <w:rsid w:val="00487E4C"/>
    <w:rsid w:val="0049127C"/>
    <w:rsid w:val="00492BF2"/>
    <w:rsid w:val="004936C2"/>
    <w:rsid w:val="0049379C"/>
    <w:rsid w:val="00496A62"/>
    <w:rsid w:val="004A1CA0"/>
    <w:rsid w:val="004A22E9"/>
    <w:rsid w:val="004A4ACD"/>
    <w:rsid w:val="004A5BC5"/>
    <w:rsid w:val="004B023D"/>
    <w:rsid w:val="004B1FB8"/>
    <w:rsid w:val="004B44E8"/>
    <w:rsid w:val="004C0909"/>
    <w:rsid w:val="004C21B9"/>
    <w:rsid w:val="004C3F97"/>
    <w:rsid w:val="004C5466"/>
    <w:rsid w:val="004D01F2"/>
    <w:rsid w:val="004D3339"/>
    <w:rsid w:val="004D353F"/>
    <w:rsid w:val="004D36D7"/>
    <w:rsid w:val="004D5416"/>
    <w:rsid w:val="004D682B"/>
    <w:rsid w:val="004E2734"/>
    <w:rsid w:val="004E2A5F"/>
    <w:rsid w:val="004E2DDD"/>
    <w:rsid w:val="004E6152"/>
    <w:rsid w:val="004F344A"/>
    <w:rsid w:val="005037B0"/>
    <w:rsid w:val="00504ED4"/>
    <w:rsid w:val="00510639"/>
    <w:rsid w:val="00510E87"/>
    <w:rsid w:val="00516142"/>
    <w:rsid w:val="00520027"/>
    <w:rsid w:val="0052093C"/>
    <w:rsid w:val="00520C37"/>
    <w:rsid w:val="00521B31"/>
    <w:rsid w:val="00521DA7"/>
    <w:rsid w:val="005223FB"/>
    <w:rsid w:val="00522469"/>
    <w:rsid w:val="0052400A"/>
    <w:rsid w:val="00530807"/>
    <w:rsid w:val="0053411A"/>
    <w:rsid w:val="00536F43"/>
    <w:rsid w:val="00541D13"/>
    <w:rsid w:val="005441BB"/>
    <w:rsid w:val="005510BA"/>
    <w:rsid w:val="00552454"/>
    <w:rsid w:val="005533C2"/>
    <w:rsid w:val="00554B4E"/>
    <w:rsid w:val="00556C02"/>
    <w:rsid w:val="00561BB2"/>
    <w:rsid w:val="00563249"/>
    <w:rsid w:val="00570A65"/>
    <w:rsid w:val="00573743"/>
    <w:rsid w:val="005762B1"/>
    <w:rsid w:val="00576A42"/>
    <w:rsid w:val="00580456"/>
    <w:rsid w:val="00580E73"/>
    <w:rsid w:val="00582D35"/>
    <w:rsid w:val="00583E1F"/>
    <w:rsid w:val="00592DC9"/>
    <w:rsid w:val="00593386"/>
    <w:rsid w:val="00596998"/>
    <w:rsid w:val="005A0C58"/>
    <w:rsid w:val="005A6E62"/>
    <w:rsid w:val="005B6BF3"/>
    <w:rsid w:val="005C1436"/>
    <w:rsid w:val="005C272B"/>
    <w:rsid w:val="005C607F"/>
    <w:rsid w:val="005D0A07"/>
    <w:rsid w:val="005D2B29"/>
    <w:rsid w:val="005D354A"/>
    <w:rsid w:val="005D35E2"/>
    <w:rsid w:val="005D391A"/>
    <w:rsid w:val="005D63BF"/>
    <w:rsid w:val="005E3235"/>
    <w:rsid w:val="005E4176"/>
    <w:rsid w:val="005E65B5"/>
    <w:rsid w:val="005E693C"/>
    <w:rsid w:val="005E6A41"/>
    <w:rsid w:val="005F2F7A"/>
    <w:rsid w:val="005F3AE9"/>
    <w:rsid w:val="005F5AE2"/>
    <w:rsid w:val="006007BB"/>
    <w:rsid w:val="00601DC0"/>
    <w:rsid w:val="006034CB"/>
    <w:rsid w:val="0060486D"/>
    <w:rsid w:val="006131CE"/>
    <w:rsid w:val="0061336B"/>
    <w:rsid w:val="00617D6E"/>
    <w:rsid w:val="0062075E"/>
    <w:rsid w:val="00622D61"/>
    <w:rsid w:val="00624198"/>
    <w:rsid w:val="00626704"/>
    <w:rsid w:val="00642815"/>
    <w:rsid w:val="00642827"/>
    <w:rsid w:val="006428E5"/>
    <w:rsid w:val="00643641"/>
    <w:rsid w:val="00644958"/>
    <w:rsid w:val="00651A86"/>
    <w:rsid w:val="00653FA5"/>
    <w:rsid w:val="006575A3"/>
    <w:rsid w:val="00664188"/>
    <w:rsid w:val="00672919"/>
    <w:rsid w:val="00674732"/>
    <w:rsid w:val="006816A9"/>
    <w:rsid w:val="00681E71"/>
    <w:rsid w:val="00685357"/>
    <w:rsid w:val="00686587"/>
    <w:rsid w:val="006871B2"/>
    <w:rsid w:val="006904CF"/>
    <w:rsid w:val="00691816"/>
    <w:rsid w:val="00695EE2"/>
    <w:rsid w:val="0069660B"/>
    <w:rsid w:val="006A1B33"/>
    <w:rsid w:val="006A48F1"/>
    <w:rsid w:val="006A55FB"/>
    <w:rsid w:val="006A71A3"/>
    <w:rsid w:val="006B03F2"/>
    <w:rsid w:val="006B1639"/>
    <w:rsid w:val="006B5CA7"/>
    <w:rsid w:val="006B5E89"/>
    <w:rsid w:val="006C19B2"/>
    <w:rsid w:val="006C30A0"/>
    <w:rsid w:val="006C35FF"/>
    <w:rsid w:val="006C3673"/>
    <w:rsid w:val="006C57F2"/>
    <w:rsid w:val="006C5949"/>
    <w:rsid w:val="006C6832"/>
    <w:rsid w:val="006D1370"/>
    <w:rsid w:val="006D1B21"/>
    <w:rsid w:val="006D2C28"/>
    <w:rsid w:val="006D3FC1"/>
    <w:rsid w:val="006D4071"/>
    <w:rsid w:val="006D755C"/>
    <w:rsid w:val="006E0FF3"/>
    <w:rsid w:val="006E6581"/>
    <w:rsid w:val="006E71DF"/>
    <w:rsid w:val="006F1CC4"/>
    <w:rsid w:val="006F2A86"/>
    <w:rsid w:val="006F3163"/>
    <w:rsid w:val="006F4C91"/>
    <w:rsid w:val="007025FA"/>
    <w:rsid w:val="00705385"/>
    <w:rsid w:val="00705FEC"/>
    <w:rsid w:val="00707223"/>
    <w:rsid w:val="0071147A"/>
    <w:rsid w:val="0071185D"/>
    <w:rsid w:val="007125E6"/>
    <w:rsid w:val="007222AD"/>
    <w:rsid w:val="007267CF"/>
    <w:rsid w:val="00726EE1"/>
    <w:rsid w:val="00731F3F"/>
    <w:rsid w:val="00733BAB"/>
    <w:rsid w:val="00737EEE"/>
    <w:rsid w:val="0074181F"/>
    <w:rsid w:val="007436BF"/>
    <w:rsid w:val="007443E9"/>
    <w:rsid w:val="00745DCE"/>
    <w:rsid w:val="00753D89"/>
    <w:rsid w:val="00755C9B"/>
    <w:rsid w:val="00760FE4"/>
    <w:rsid w:val="00761A92"/>
    <w:rsid w:val="00763D8B"/>
    <w:rsid w:val="0076422C"/>
    <w:rsid w:val="007657F6"/>
    <w:rsid w:val="00765E47"/>
    <w:rsid w:val="0077125A"/>
    <w:rsid w:val="007730CD"/>
    <w:rsid w:val="00776EFD"/>
    <w:rsid w:val="00783B22"/>
    <w:rsid w:val="00783F2B"/>
    <w:rsid w:val="00786F58"/>
    <w:rsid w:val="00786FCD"/>
    <w:rsid w:val="00787493"/>
    <w:rsid w:val="00787CC1"/>
    <w:rsid w:val="00792F4E"/>
    <w:rsid w:val="0079398D"/>
    <w:rsid w:val="00796C25"/>
    <w:rsid w:val="00797706"/>
    <w:rsid w:val="007A287C"/>
    <w:rsid w:val="007A3041"/>
    <w:rsid w:val="007A3B2A"/>
    <w:rsid w:val="007B1F83"/>
    <w:rsid w:val="007B5099"/>
    <w:rsid w:val="007B5522"/>
    <w:rsid w:val="007B5C65"/>
    <w:rsid w:val="007C0EE0"/>
    <w:rsid w:val="007C1875"/>
    <w:rsid w:val="007C1B71"/>
    <w:rsid w:val="007C2FBB"/>
    <w:rsid w:val="007C5EF7"/>
    <w:rsid w:val="007C7164"/>
    <w:rsid w:val="007D1984"/>
    <w:rsid w:val="007D2AFE"/>
    <w:rsid w:val="007D5909"/>
    <w:rsid w:val="007E3FEA"/>
    <w:rsid w:val="007E7D44"/>
    <w:rsid w:val="007F0A0B"/>
    <w:rsid w:val="007F3A60"/>
    <w:rsid w:val="007F3D0B"/>
    <w:rsid w:val="007F5EFA"/>
    <w:rsid w:val="007F78AD"/>
    <w:rsid w:val="007F7C94"/>
    <w:rsid w:val="00802350"/>
    <w:rsid w:val="00810E4B"/>
    <w:rsid w:val="00814BAA"/>
    <w:rsid w:val="00824295"/>
    <w:rsid w:val="008313F3"/>
    <w:rsid w:val="008357D1"/>
    <w:rsid w:val="008374E6"/>
    <w:rsid w:val="0084006E"/>
    <w:rsid w:val="008405BB"/>
    <w:rsid w:val="00846494"/>
    <w:rsid w:val="008479AD"/>
    <w:rsid w:val="00847B20"/>
    <w:rsid w:val="008509D3"/>
    <w:rsid w:val="00853418"/>
    <w:rsid w:val="0085531D"/>
    <w:rsid w:val="00857CF6"/>
    <w:rsid w:val="008610ED"/>
    <w:rsid w:val="008614AD"/>
    <w:rsid w:val="00861C6A"/>
    <w:rsid w:val="008645A4"/>
    <w:rsid w:val="00865199"/>
    <w:rsid w:val="00867EAF"/>
    <w:rsid w:val="00872D7E"/>
    <w:rsid w:val="00873C6B"/>
    <w:rsid w:val="00874045"/>
    <w:rsid w:val="0088426A"/>
    <w:rsid w:val="008852BA"/>
    <w:rsid w:val="00890108"/>
    <w:rsid w:val="00893877"/>
    <w:rsid w:val="0089532C"/>
    <w:rsid w:val="00896165"/>
    <w:rsid w:val="00896681"/>
    <w:rsid w:val="00896B1B"/>
    <w:rsid w:val="008979AE"/>
    <w:rsid w:val="008A2749"/>
    <w:rsid w:val="008A3A90"/>
    <w:rsid w:val="008B06D4"/>
    <w:rsid w:val="008B48F0"/>
    <w:rsid w:val="008B4F20"/>
    <w:rsid w:val="008B7FFD"/>
    <w:rsid w:val="008C2920"/>
    <w:rsid w:val="008C4307"/>
    <w:rsid w:val="008C55C1"/>
    <w:rsid w:val="008D23DF"/>
    <w:rsid w:val="008D2417"/>
    <w:rsid w:val="008D62EA"/>
    <w:rsid w:val="008D73BF"/>
    <w:rsid w:val="008D7F09"/>
    <w:rsid w:val="008E5B64"/>
    <w:rsid w:val="008E7DAA"/>
    <w:rsid w:val="008F0094"/>
    <w:rsid w:val="008F340F"/>
    <w:rsid w:val="008F3F5A"/>
    <w:rsid w:val="0090231D"/>
    <w:rsid w:val="00903523"/>
    <w:rsid w:val="0090460C"/>
    <w:rsid w:val="0090659A"/>
    <w:rsid w:val="00911080"/>
    <w:rsid w:val="00915970"/>
    <w:rsid w:val="00915986"/>
    <w:rsid w:val="00917624"/>
    <w:rsid w:val="00924C96"/>
    <w:rsid w:val="00930386"/>
    <w:rsid w:val="009309F5"/>
    <w:rsid w:val="00933237"/>
    <w:rsid w:val="00933F28"/>
    <w:rsid w:val="009352B7"/>
    <w:rsid w:val="00947140"/>
    <w:rsid w:val="009476C0"/>
    <w:rsid w:val="00956ABB"/>
    <w:rsid w:val="00961FD3"/>
    <w:rsid w:val="00963E34"/>
    <w:rsid w:val="00964DFA"/>
    <w:rsid w:val="00970FBE"/>
    <w:rsid w:val="009727AC"/>
    <w:rsid w:val="00975174"/>
    <w:rsid w:val="0098155C"/>
    <w:rsid w:val="00983B77"/>
    <w:rsid w:val="009941B3"/>
    <w:rsid w:val="00996053"/>
    <w:rsid w:val="009A0B2F"/>
    <w:rsid w:val="009A1CF4"/>
    <w:rsid w:val="009A37D7"/>
    <w:rsid w:val="009A4E17"/>
    <w:rsid w:val="009A61EE"/>
    <w:rsid w:val="009A649D"/>
    <w:rsid w:val="009A6955"/>
    <w:rsid w:val="009B341C"/>
    <w:rsid w:val="009B3D12"/>
    <w:rsid w:val="009B5747"/>
    <w:rsid w:val="009C4976"/>
    <w:rsid w:val="009C5E67"/>
    <w:rsid w:val="009C6ACD"/>
    <w:rsid w:val="009D00FA"/>
    <w:rsid w:val="009D1723"/>
    <w:rsid w:val="009D2C27"/>
    <w:rsid w:val="009D4AF4"/>
    <w:rsid w:val="009D4C3E"/>
    <w:rsid w:val="009D7BCE"/>
    <w:rsid w:val="009E2309"/>
    <w:rsid w:val="009E42B9"/>
    <w:rsid w:val="009F1151"/>
    <w:rsid w:val="009F1E57"/>
    <w:rsid w:val="009F47B9"/>
    <w:rsid w:val="009F4C2E"/>
    <w:rsid w:val="00A00D51"/>
    <w:rsid w:val="00A014A3"/>
    <w:rsid w:val="00A0412D"/>
    <w:rsid w:val="00A205C5"/>
    <w:rsid w:val="00A21211"/>
    <w:rsid w:val="00A32C12"/>
    <w:rsid w:val="00A34E7F"/>
    <w:rsid w:val="00A403A9"/>
    <w:rsid w:val="00A46F0A"/>
    <w:rsid w:val="00A46F25"/>
    <w:rsid w:val="00A47CC2"/>
    <w:rsid w:val="00A502BA"/>
    <w:rsid w:val="00A52FAB"/>
    <w:rsid w:val="00A57E10"/>
    <w:rsid w:val="00A60146"/>
    <w:rsid w:val="00A61CDF"/>
    <w:rsid w:val="00A622C4"/>
    <w:rsid w:val="00A6283D"/>
    <w:rsid w:val="00A7495F"/>
    <w:rsid w:val="00A754B4"/>
    <w:rsid w:val="00A807C1"/>
    <w:rsid w:val="00A83374"/>
    <w:rsid w:val="00A91A58"/>
    <w:rsid w:val="00A95ED1"/>
    <w:rsid w:val="00A96172"/>
    <w:rsid w:val="00AA4AF0"/>
    <w:rsid w:val="00AA78B5"/>
    <w:rsid w:val="00AB0D6A"/>
    <w:rsid w:val="00AB147C"/>
    <w:rsid w:val="00AB3896"/>
    <w:rsid w:val="00AB43B3"/>
    <w:rsid w:val="00AB49B9"/>
    <w:rsid w:val="00AB758A"/>
    <w:rsid w:val="00AC027E"/>
    <w:rsid w:val="00AC0535"/>
    <w:rsid w:val="00AC1E7E"/>
    <w:rsid w:val="00AC505F"/>
    <w:rsid w:val="00AC507D"/>
    <w:rsid w:val="00AC66E4"/>
    <w:rsid w:val="00AD4578"/>
    <w:rsid w:val="00AD465B"/>
    <w:rsid w:val="00AD68E9"/>
    <w:rsid w:val="00AD75B6"/>
    <w:rsid w:val="00AE54D8"/>
    <w:rsid w:val="00AE56C0"/>
    <w:rsid w:val="00AF0219"/>
    <w:rsid w:val="00AF7F04"/>
    <w:rsid w:val="00B00914"/>
    <w:rsid w:val="00B02A8E"/>
    <w:rsid w:val="00B052EE"/>
    <w:rsid w:val="00B1081F"/>
    <w:rsid w:val="00B1338E"/>
    <w:rsid w:val="00B13B4E"/>
    <w:rsid w:val="00B16E11"/>
    <w:rsid w:val="00B27499"/>
    <w:rsid w:val="00B3010D"/>
    <w:rsid w:val="00B309F9"/>
    <w:rsid w:val="00B34308"/>
    <w:rsid w:val="00B34533"/>
    <w:rsid w:val="00B34EF1"/>
    <w:rsid w:val="00B35151"/>
    <w:rsid w:val="00B3793F"/>
    <w:rsid w:val="00B428BA"/>
    <w:rsid w:val="00B433F2"/>
    <w:rsid w:val="00B458E8"/>
    <w:rsid w:val="00B465DB"/>
    <w:rsid w:val="00B517A9"/>
    <w:rsid w:val="00B51C01"/>
    <w:rsid w:val="00B5397B"/>
    <w:rsid w:val="00B62809"/>
    <w:rsid w:val="00B659A4"/>
    <w:rsid w:val="00B7675A"/>
    <w:rsid w:val="00B76FF7"/>
    <w:rsid w:val="00B81898"/>
    <w:rsid w:val="00B83FFD"/>
    <w:rsid w:val="00B8606B"/>
    <w:rsid w:val="00B878E7"/>
    <w:rsid w:val="00B92B93"/>
    <w:rsid w:val="00B9337F"/>
    <w:rsid w:val="00B93F49"/>
    <w:rsid w:val="00B97278"/>
    <w:rsid w:val="00B97943"/>
    <w:rsid w:val="00BA1D0B"/>
    <w:rsid w:val="00BA6972"/>
    <w:rsid w:val="00BB1E0D"/>
    <w:rsid w:val="00BB451E"/>
    <w:rsid w:val="00BB4D9B"/>
    <w:rsid w:val="00BB73FF"/>
    <w:rsid w:val="00BB7688"/>
    <w:rsid w:val="00BC7CAC"/>
    <w:rsid w:val="00BD0C8F"/>
    <w:rsid w:val="00BD1FA5"/>
    <w:rsid w:val="00BD6D76"/>
    <w:rsid w:val="00BE2655"/>
    <w:rsid w:val="00BE409C"/>
    <w:rsid w:val="00BE56B3"/>
    <w:rsid w:val="00BE6B98"/>
    <w:rsid w:val="00BF04E8"/>
    <w:rsid w:val="00BF1001"/>
    <w:rsid w:val="00BF16BF"/>
    <w:rsid w:val="00BF380E"/>
    <w:rsid w:val="00BF4D1F"/>
    <w:rsid w:val="00C028D1"/>
    <w:rsid w:val="00C02A73"/>
    <w:rsid w:val="00C063D2"/>
    <w:rsid w:val="00C07FD9"/>
    <w:rsid w:val="00C10955"/>
    <w:rsid w:val="00C11C4D"/>
    <w:rsid w:val="00C1712C"/>
    <w:rsid w:val="00C2330B"/>
    <w:rsid w:val="00C23E16"/>
    <w:rsid w:val="00C26833"/>
    <w:rsid w:val="00C27C1C"/>
    <w:rsid w:val="00C27E37"/>
    <w:rsid w:val="00C32713"/>
    <w:rsid w:val="00C351B8"/>
    <w:rsid w:val="00C410D9"/>
    <w:rsid w:val="00C435CA"/>
    <w:rsid w:val="00C44804"/>
    <w:rsid w:val="00C44DB7"/>
    <w:rsid w:val="00C4510A"/>
    <w:rsid w:val="00C47750"/>
    <w:rsid w:val="00C47F2E"/>
    <w:rsid w:val="00C52BA6"/>
    <w:rsid w:val="00C5747F"/>
    <w:rsid w:val="00C57645"/>
    <w:rsid w:val="00C5777D"/>
    <w:rsid w:val="00C57A1A"/>
    <w:rsid w:val="00C6258F"/>
    <w:rsid w:val="00C63DF6"/>
    <w:rsid w:val="00C63E58"/>
    <w:rsid w:val="00C6495E"/>
    <w:rsid w:val="00C670EE"/>
    <w:rsid w:val="00C67E3B"/>
    <w:rsid w:val="00C84E9A"/>
    <w:rsid w:val="00C90311"/>
    <w:rsid w:val="00C91C26"/>
    <w:rsid w:val="00C92967"/>
    <w:rsid w:val="00CA73D5"/>
    <w:rsid w:val="00CB0EBC"/>
    <w:rsid w:val="00CC1C87"/>
    <w:rsid w:val="00CC3000"/>
    <w:rsid w:val="00CC3140"/>
    <w:rsid w:val="00CC4859"/>
    <w:rsid w:val="00CC7A35"/>
    <w:rsid w:val="00CD072A"/>
    <w:rsid w:val="00CD794E"/>
    <w:rsid w:val="00CD7F73"/>
    <w:rsid w:val="00CE2116"/>
    <w:rsid w:val="00CE26C5"/>
    <w:rsid w:val="00CE36A7"/>
    <w:rsid w:val="00CE36AF"/>
    <w:rsid w:val="00CE54DD"/>
    <w:rsid w:val="00CE6B7C"/>
    <w:rsid w:val="00CF0DA5"/>
    <w:rsid w:val="00CF3043"/>
    <w:rsid w:val="00CF484B"/>
    <w:rsid w:val="00CF5D31"/>
    <w:rsid w:val="00CF5F3B"/>
    <w:rsid w:val="00CF791A"/>
    <w:rsid w:val="00D00D7D"/>
    <w:rsid w:val="00D1133C"/>
    <w:rsid w:val="00D139C8"/>
    <w:rsid w:val="00D141DD"/>
    <w:rsid w:val="00D17F81"/>
    <w:rsid w:val="00D20B47"/>
    <w:rsid w:val="00D2758C"/>
    <w:rsid w:val="00D275CA"/>
    <w:rsid w:val="00D2789B"/>
    <w:rsid w:val="00D345AB"/>
    <w:rsid w:val="00D37E60"/>
    <w:rsid w:val="00D40C5F"/>
    <w:rsid w:val="00D41566"/>
    <w:rsid w:val="00D458EC"/>
    <w:rsid w:val="00D46837"/>
    <w:rsid w:val="00D501B0"/>
    <w:rsid w:val="00D50F35"/>
    <w:rsid w:val="00D52582"/>
    <w:rsid w:val="00D56A0E"/>
    <w:rsid w:val="00D57AD3"/>
    <w:rsid w:val="00D635FE"/>
    <w:rsid w:val="00D70085"/>
    <w:rsid w:val="00D729DE"/>
    <w:rsid w:val="00D75B6A"/>
    <w:rsid w:val="00D81719"/>
    <w:rsid w:val="00D84BDA"/>
    <w:rsid w:val="00D855C8"/>
    <w:rsid w:val="00D85A7A"/>
    <w:rsid w:val="00D86B3B"/>
    <w:rsid w:val="00D876A8"/>
    <w:rsid w:val="00D87F26"/>
    <w:rsid w:val="00D9256C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626"/>
    <w:rsid w:val="00DC186F"/>
    <w:rsid w:val="00DC252F"/>
    <w:rsid w:val="00DC3619"/>
    <w:rsid w:val="00DC6050"/>
    <w:rsid w:val="00DD3086"/>
    <w:rsid w:val="00DD4135"/>
    <w:rsid w:val="00DD43EA"/>
    <w:rsid w:val="00DD5C68"/>
    <w:rsid w:val="00DE6F44"/>
    <w:rsid w:val="00DF633A"/>
    <w:rsid w:val="00E00F53"/>
    <w:rsid w:val="00E037D9"/>
    <w:rsid w:val="00E04927"/>
    <w:rsid w:val="00E130EB"/>
    <w:rsid w:val="00E162CD"/>
    <w:rsid w:val="00E16BA3"/>
    <w:rsid w:val="00E1720A"/>
    <w:rsid w:val="00E17FA5"/>
    <w:rsid w:val="00E21898"/>
    <w:rsid w:val="00E26930"/>
    <w:rsid w:val="00E27257"/>
    <w:rsid w:val="00E30377"/>
    <w:rsid w:val="00E30F83"/>
    <w:rsid w:val="00E3206D"/>
    <w:rsid w:val="00E32F32"/>
    <w:rsid w:val="00E354D4"/>
    <w:rsid w:val="00E35A5A"/>
    <w:rsid w:val="00E37F47"/>
    <w:rsid w:val="00E449D0"/>
    <w:rsid w:val="00E4506A"/>
    <w:rsid w:val="00E53F99"/>
    <w:rsid w:val="00E56510"/>
    <w:rsid w:val="00E61A99"/>
    <w:rsid w:val="00E62AE9"/>
    <w:rsid w:val="00E62EA8"/>
    <w:rsid w:val="00E67A6E"/>
    <w:rsid w:val="00E71B43"/>
    <w:rsid w:val="00E80AA6"/>
    <w:rsid w:val="00E81612"/>
    <w:rsid w:val="00E87D18"/>
    <w:rsid w:val="00E87D62"/>
    <w:rsid w:val="00E92793"/>
    <w:rsid w:val="00EA486E"/>
    <w:rsid w:val="00EA4FA3"/>
    <w:rsid w:val="00EB001B"/>
    <w:rsid w:val="00EB3082"/>
    <w:rsid w:val="00EB6C33"/>
    <w:rsid w:val="00ED3238"/>
    <w:rsid w:val="00ED6019"/>
    <w:rsid w:val="00ED7830"/>
    <w:rsid w:val="00EE38A2"/>
    <w:rsid w:val="00EE3909"/>
    <w:rsid w:val="00EF3F92"/>
    <w:rsid w:val="00EF4205"/>
    <w:rsid w:val="00EF5939"/>
    <w:rsid w:val="00EF7327"/>
    <w:rsid w:val="00F00CF8"/>
    <w:rsid w:val="00F01714"/>
    <w:rsid w:val="00F0258F"/>
    <w:rsid w:val="00F025B0"/>
    <w:rsid w:val="00F02D06"/>
    <w:rsid w:val="00F05336"/>
    <w:rsid w:val="00F056E5"/>
    <w:rsid w:val="00F06FDD"/>
    <w:rsid w:val="00F10819"/>
    <w:rsid w:val="00F16B93"/>
    <w:rsid w:val="00F16F35"/>
    <w:rsid w:val="00F2229D"/>
    <w:rsid w:val="00F25ABB"/>
    <w:rsid w:val="00F27963"/>
    <w:rsid w:val="00F30446"/>
    <w:rsid w:val="00F406D4"/>
    <w:rsid w:val="00F4135D"/>
    <w:rsid w:val="00F41F1B"/>
    <w:rsid w:val="00F46BD9"/>
    <w:rsid w:val="00F5626C"/>
    <w:rsid w:val="00F60BE0"/>
    <w:rsid w:val="00F60E11"/>
    <w:rsid w:val="00F6280E"/>
    <w:rsid w:val="00F7050A"/>
    <w:rsid w:val="00F75533"/>
    <w:rsid w:val="00F76808"/>
    <w:rsid w:val="00F84C28"/>
    <w:rsid w:val="00F85D82"/>
    <w:rsid w:val="00F92728"/>
    <w:rsid w:val="00F945D7"/>
    <w:rsid w:val="00FA332F"/>
    <w:rsid w:val="00FA3811"/>
    <w:rsid w:val="00FA3B9F"/>
    <w:rsid w:val="00FA3F06"/>
    <w:rsid w:val="00FA4356"/>
    <w:rsid w:val="00FA4A26"/>
    <w:rsid w:val="00FA7084"/>
    <w:rsid w:val="00FA7BEF"/>
    <w:rsid w:val="00FB1929"/>
    <w:rsid w:val="00FB5FD9"/>
    <w:rsid w:val="00FC0581"/>
    <w:rsid w:val="00FD33AB"/>
    <w:rsid w:val="00FD4724"/>
    <w:rsid w:val="00FD4A68"/>
    <w:rsid w:val="00FD68ED"/>
    <w:rsid w:val="00FE2824"/>
    <w:rsid w:val="00FE661F"/>
    <w:rsid w:val="00FF0400"/>
    <w:rsid w:val="00FF280D"/>
    <w:rsid w:val="00FF3D6B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193A94-C4B4-407B-AC9C-898AE181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9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F16B93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16B9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02636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02636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link w:val="Heading3"/>
    <w:uiPriority w:val="9"/>
    <w:semiHidden/>
    <w:rsid w:val="00A7495F"/>
    <w:rPr>
      <w:rFonts w:ascii="Cambria" w:eastAsia="Times New Roman" w:hAnsi="Cambria" w:cs="Times New Roman"/>
      <w:b/>
      <w:bCs/>
      <w:sz w:val="26"/>
      <w:szCs w:val="26"/>
    </w:rPr>
  </w:style>
  <w:style w:type="paragraph" w:styleId="Index8">
    <w:name w:val="index 8"/>
    <w:basedOn w:val="Normal"/>
    <w:next w:val="Normal"/>
    <w:autoRedefine/>
    <w:semiHidden/>
    <w:rsid w:val="00A7495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218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73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://dropbox.com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AppData\Roaming\Microsoft\Templates\Lab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010B8-761D-4F4D-B80C-776EBE25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Lab_Template.dotx</Template>
  <TotalTime>5</TotalTime>
  <Pages>4</Pages>
  <Words>1139</Words>
  <Characters>6769</Characters>
  <Application>Microsoft Office Word</Application>
  <DocSecurity>0</DocSecurity>
  <Lines>109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6</cp:revision>
  <cp:lastPrinted>2014-06-20T22:17:00Z</cp:lastPrinted>
  <dcterms:created xsi:type="dcterms:W3CDTF">2016-02-29T15:54:00Z</dcterms:created>
  <dcterms:modified xsi:type="dcterms:W3CDTF">2017-11-30T19:37:00Z</dcterms:modified>
</cp:coreProperties>
</file>